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0" w:type="dxa"/>
        <w:tblInd w:w="8" w:type="dxa"/>
        <w:tblLayout w:type="fixed"/>
        <w:tblCellMar>
          <w:left w:w="0" w:type="dxa"/>
          <w:right w:w="0" w:type="dxa"/>
        </w:tblCellMar>
        <w:tblLook w:val="0000" w:firstRow="0" w:lastRow="0" w:firstColumn="0" w:lastColumn="0" w:noHBand="0" w:noVBand="0"/>
      </w:tblPr>
      <w:tblGrid>
        <w:gridCol w:w="5379"/>
        <w:gridCol w:w="4305"/>
        <w:gridCol w:w="6"/>
      </w:tblGrid>
      <w:tr w:rsidR="00F158E9" w14:paraId="60ABFABD" w14:textId="77777777" w:rsidTr="00D01930">
        <w:trPr>
          <w:gridAfter w:val="1"/>
          <w:wAfter w:w="6" w:type="dxa"/>
          <w:cantSplit/>
          <w:trHeight w:val="284"/>
        </w:trPr>
        <w:tc>
          <w:tcPr>
            <w:tcW w:w="9684" w:type="dxa"/>
            <w:gridSpan w:val="2"/>
          </w:tcPr>
          <w:p w14:paraId="4CE6C41B" w14:textId="77777777" w:rsidR="00FE01E8" w:rsidRDefault="00330D03" w:rsidP="00D01930">
            <w:pPr>
              <w:pStyle w:val="Pealkiri4"/>
              <w:framePr w:w="9692"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rsidP="00D01930">
            <w:pPr>
              <w:pStyle w:val="Pealkiri4"/>
              <w:framePr w:w="9692" w:h="1474" w:wrap="notBeside" w:y="3063"/>
            </w:pPr>
            <w:r>
              <w:t xml:space="preserve">PEAMETSAÜLEM </w:t>
            </w:r>
            <w:r w:rsidR="00330D03">
              <w:fldChar w:fldCharType="end"/>
            </w:r>
          </w:p>
          <w:p w14:paraId="6D4A9110" w14:textId="77777777" w:rsidR="00F158E9" w:rsidRDefault="00F158E9" w:rsidP="00D01930">
            <w:pPr>
              <w:pStyle w:val="Pealkiri4"/>
              <w:framePr w:w="9692" w:h="1474" w:wrap="notBeside" w:y="3063"/>
            </w:pPr>
            <w:r>
              <w:t>KÄSKKIRI</w:t>
            </w:r>
          </w:p>
        </w:tc>
      </w:tr>
      <w:tr w:rsidR="00F158E9" w14:paraId="2AB22DB0" w14:textId="77777777" w:rsidTr="00D01930">
        <w:trPr>
          <w:cantSplit/>
          <w:trHeight w:val="570"/>
        </w:trPr>
        <w:tc>
          <w:tcPr>
            <w:tcW w:w="5379" w:type="dxa"/>
            <w:tcBorders>
              <w:bottom w:val="nil"/>
            </w:tcBorders>
          </w:tcPr>
          <w:p w14:paraId="40BEFC1A" w14:textId="78002CAA" w:rsidR="00F158E9" w:rsidRDefault="00E873FA" w:rsidP="00D01930">
            <w:pPr>
              <w:pStyle w:val="Pealkiri4"/>
              <w:framePr w:w="9692" w:h="1474" w:wrap="notBeside" w:y="3063"/>
              <w:tabs>
                <w:tab w:val="left" w:pos="5359"/>
              </w:tabs>
              <w:ind w:right="148"/>
              <w:rPr>
                <w:sz w:val="22"/>
              </w:rPr>
            </w:pPr>
            <w:r>
              <w:rPr>
                <w:sz w:val="22"/>
              </w:rPr>
              <w:t xml:space="preserve">    </w:t>
            </w:r>
            <w:r w:rsidR="00D01930">
              <w:rPr>
                <w:sz w:val="22"/>
              </w:rPr>
              <w:t xml:space="preserve">                                                                                          </w:t>
            </w:r>
          </w:p>
          <w:bookmarkStart w:id="0" w:name="Text2"/>
          <w:p w14:paraId="79DA4A4F" w14:textId="77777777" w:rsidR="00F158E9" w:rsidRDefault="00330D03" w:rsidP="00D01930">
            <w:pPr>
              <w:framePr w:w="9692" w:wrap="auto" w:hAnchor="text"/>
            </w:pPr>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11" w:type="dxa"/>
            <w:gridSpan w:val="2"/>
            <w:tcBorders>
              <w:bottom w:val="nil"/>
            </w:tcBorders>
          </w:tcPr>
          <w:p w14:paraId="4661A2DF" w14:textId="59645FD6" w:rsidR="00F158E9" w:rsidRDefault="00A10986" w:rsidP="00D01930">
            <w:pPr>
              <w:framePr w:w="9692" w:wrap="auto" w:hAnchor="text"/>
            </w:pPr>
            <w:r>
              <w:t xml:space="preserve"> </w:t>
            </w:r>
            <w:r w:rsidR="006A0115">
              <w:t>(digitaalallkirja kuupäev)</w:t>
            </w:r>
            <w:r>
              <w:t xml:space="preserve"> nr 1-5</w:t>
            </w:r>
            <w:r w:rsidR="00F249DD">
              <w:t>.1</w:t>
            </w:r>
            <w:r>
              <w:t>/</w:t>
            </w:r>
            <w:r w:rsidR="00C63E5A">
              <w:t>2022/</w:t>
            </w:r>
            <w:r w:rsidR="00E873FA">
              <w:t>37</w:t>
            </w:r>
          </w:p>
        </w:tc>
      </w:tr>
    </w:tbl>
    <w:p w14:paraId="108F8944" w14:textId="77777777" w:rsidR="00F158E9" w:rsidRDefault="00F158E9" w:rsidP="00D01930">
      <w:pPr>
        <w:framePr w:w="9692"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3D24B180" w:rsidR="00F158E9" w:rsidRDefault="00DC31FB" w:rsidP="009A6AC7">
      <w:pPr>
        <w:pStyle w:val="Pealkiri1"/>
      </w:pPr>
      <w:r>
        <w:t>Kubja</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277B118E"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DC31FB">
        <w:t>Palumetsa</w:t>
      </w:r>
      <w:r w:rsidR="00780FCD">
        <w:t xml:space="preserve"> OÜ</w:t>
      </w:r>
      <w:r w:rsidR="00310D63">
        <w:t xml:space="preserve"> </w:t>
      </w:r>
      <w:r w:rsidR="005E678A">
        <w:t>o</w:t>
      </w:r>
      <w:r w:rsidRPr="00631681">
        <w:t xml:space="preserve">mandis olevale </w:t>
      </w:r>
      <w:r w:rsidR="00DC31FB">
        <w:t>KUBJA</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DC31FB">
        <w:t>1730735</w:t>
      </w:r>
      <w:r w:rsidR="00E278C6">
        <w:t>,</w:t>
      </w:r>
      <w:r w:rsidRPr="00631681">
        <w:t xml:space="preserve"> </w:t>
      </w:r>
      <w:r w:rsidR="009921BF">
        <w:t xml:space="preserve">katastritunnus </w:t>
      </w:r>
      <w:r w:rsidR="00780FCD">
        <w:t>24801:001:</w:t>
      </w:r>
      <w:r w:rsidR="00DC31FB">
        <w:t>0051</w:t>
      </w:r>
      <w:r w:rsidR="00003886">
        <w:t>,</w:t>
      </w:r>
      <w:r w:rsidR="009921BF">
        <w:t xml:space="preserve"> </w:t>
      </w:r>
      <w:r w:rsidRPr="00631681">
        <w:t xml:space="preserve">asukoht </w:t>
      </w:r>
      <w:r w:rsidR="00986409">
        <w:t>Jõgeva</w:t>
      </w:r>
      <w:r w:rsidR="00D00FEF">
        <w:t xml:space="preserve"> maakond, </w:t>
      </w:r>
      <w:r w:rsidR="00780FCD">
        <w:t>Jõgeva</w:t>
      </w:r>
      <w:r w:rsidR="00F13DD3">
        <w:t xml:space="preserve"> vald, </w:t>
      </w:r>
      <w:r w:rsidR="00780FCD">
        <w:t>Vägeva</w:t>
      </w:r>
      <w:r w:rsidR="00986409">
        <w:t xml:space="preserve"> </w:t>
      </w:r>
      <w:r w:rsidR="00F249DD">
        <w:t xml:space="preserve">küla, </w:t>
      </w:r>
      <w:r w:rsidR="00DC31FB">
        <w:t>Kubja</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6FA85F2D" w:rsidR="007F2CD3" w:rsidRPr="003E245A" w:rsidRDefault="007F2CD3" w:rsidP="007F2CD3">
      <w:pPr>
        <w:pStyle w:val="Loendilik"/>
        <w:numPr>
          <w:ilvl w:val="0"/>
          <w:numId w:val="3"/>
        </w:numPr>
        <w:jc w:val="both"/>
      </w:pPr>
      <w:r w:rsidRPr="003E245A">
        <w:t xml:space="preserve">Koormata isikliku kasutusõigusega </w:t>
      </w:r>
      <w:r w:rsidR="00DC31FB">
        <w:t>Palumetsa</w:t>
      </w:r>
      <w:r w:rsidR="00986409">
        <w:t xml:space="preserve"> OÜ </w:t>
      </w:r>
      <w:r w:rsidR="001368CE">
        <w:t>(</w:t>
      </w:r>
      <w:r w:rsidR="00F249DD">
        <w:t xml:space="preserve">registrikood </w:t>
      </w:r>
      <w:r w:rsidR="00DC31FB">
        <w:t>10816949</w:t>
      </w:r>
      <w:r w:rsidR="00310D63">
        <w:t xml:space="preserve">, </w:t>
      </w:r>
      <w:r w:rsidRPr="003E245A">
        <w:t xml:space="preserve">edaspidi </w:t>
      </w:r>
      <w:r w:rsidRPr="003E245A">
        <w:rPr>
          <w:i/>
        </w:rPr>
        <w:t>omanik</w:t>
      </w:r>
      <w:r w:rsidRPr="003E245A">
        <w:t>) omandisse kuuluv</w:t>
      </w:r>
      <w:r w:rsidR="00CE4584">
        <w:t xml:space="preserve"> </w:t>
      </w:r>
      <w:r w:rsidR="00DC31FB">
        <w:rPr>
          <w:i/>
          <w:iCs/>
        </w:rPr>
        <w:t>KUBJA</w:t>
      </w:r>
      <w:r w:rsidR="000B3943" w:rsidRPr="00780FCD">
        <w:rPr>
          <w:i/>
          <w:iCs/>
        </w:rPr>
        <w:t xml:space="preserve"> kinn</w:t>
      </w:r>
      <w:r w:rsidR="00CE4584" w:rsidRPr="00780FCD">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DC31FB">
        <w:t>1730735,</w:t>
      </w:r>
      <w:r w:rsidR="00DC31FB" w:rsidRPr="00631681">
        <w:t xml:space="preserve"> </w:t>
      </w:r>
      <w:r w:rsidR="00DC31FB">
        <w:t xml:space="preserve">katastritunnus 24801:001:0051, </w:t>
      </w:r>
      <w:r w:rsidR="00DC31FB" w:rsidRPr="00631681">
        <w:t xml:space="preserve">asukoht </w:t>
      </w:r>
      <w:r w:rsidR="00DC31FB">
        <w:t>Jõgeva maakond, Jõgeva vald, Vägeva küla, Kubja</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20B3A7F6"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DC31FB">
        <w:rPr>
          <w:i/>
          <w:iCs/>
        </w:rPr>
        <w:t>Kubja</w:t>
      </w:r>
      <w:r w:rsidR="00F80D71" w:rsidRPr="00D24FC4">
        <w:rPr>
          <w:i/>
          <w:iCs/>
        </w:rPr>
        <w:t xml:space="preserve"> </w:t>
      </w:r>
      <w:r w:rsidRPr="00D24FC4">
        <w:rPr>
          <w:i/>
          <w:iCs/>
        </w:rPr>
        <w:t>katastriüksusel</w:t>
      </w:r>
      <w:r w:rsidRPr="00631681">
        <w:t xml:space="preserve"> (katastritunnus</w:t>
      </w:r>
      <w:r w:rsidR="00D001D4">
        <w:t xml:space="preserve"> </w:t>
      </w:r>
      <w:r w:rsidR="00780FCD">
        <w:t>24801:001:</w:t>
      </w:r>
      <w:r w:rsidR="00DC31FB">
        <w:t>0051</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4359ABAF"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780FCD">
        <w:rPr>
          <w:i/>
          <w:iCs/>
        </w:rPr>
        <w:t>Jaama</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780FCD">
        <w:rPr>
          <w:i/>
          <w:iCs/>
        </w:rPr>
        <w:t>1</w:t>
      </w:r>
      <w:r w:rsidR="00DC31FB">
        <w:rPr>
          <w:i/>
          <w:iCs/>
        </w:rPr>
        <w:t>75</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E4C345C" w:rsidR="00D638ED" w:rsidRDefault="00FD45AD" w:rsidP="00390F1A">
      <w:pPr>
        <w:jc w:val="both"/>
      </w:pPr>
      <w:r w:rsidRPr="00631681">
        <w:t xml:space="preserve">Jaotuskava: </w:t>
      </w:r>
      <w:r w:rsidR="00AE235F">
        <w:t>Avo Jürissaar</w:t>
      </w:r>
      <w:r w:rsidR="00D24FC4">
        <w:t xml:space="preserve">, </w:t>
      </w:r>
      <w:r w:rsidR="00DC31FB">
        <w:t>Palumetsa</w:t>
      </w:r>
      <w:r w:rsidR="00AE235F">
        <w:t xml:space="preserve">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80FCD"/>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1930"/>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C31FB"/>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3FA"/>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29E7"/>
    <w:rsid w:val="00F44F13"/>
    <w:rsid w:val="00F4676A"/>
    <w:rsid w:val="00F52359"/>
    <w:rsid w:val="00F570CC"/>
    <w:rsid w:val="00F60674"/>
    <w:rsid w:val="00F60B83"/>
    <w:rsid w:val="00F633B5"/>
    <w:rsid w:val="00F7148F"/>
    <w:rsid w:val="00F74082"/>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7</TotalTime>
  <Pages>2</Pages>
  <Words>541</Words>
  <Characters>4111</Characters>
  <Application>Microsoft Office Word</Application>
  <DocSecurity>0</DocSecurity>
  <Lines>34</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2000(TM) file templates</dc:subject>
  <dc:creator>User</dc:creator>
  <dc:description>Ver 2.0, 01.2013</dc:description>
  <cp:lastModifiedBy>Urve Jõgi</cp:lastModifiedBy>
  <cp:revision>5</cp:revision>
  <cp:lastPrinted>2022-09-26T07:55:00Z</cp:lastPrinted>
  <dcterms:created xsi:type="dcterms:W3CDTF">2022-10-19T06:27:00Z</dcterms:created>
  <dcterms:modified xsi:type="dcterms:W3CDTF">2022-10-20T11:29:00Z</dcterms:modified>
</cp:coreProperties>
</file>